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0D31" w:rsidRPr="00FD2B66" w:rsidRDefault="00320D31" w:rsidP="004E779F">
      <w:pPr>
        <w:pStyle w:val="BodyText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FD2B66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6</w:t>
      </w:r>
    </w:p>
    <w:p w:rsidR="00320D31" w:rsidRPr="00FD2B66" w:rsidRDefault="00320D31" w:rsidP="00ED1516">
      <w:pPr>
        <w:pStyle w:val="BodyText"/>
        <w:ind w:left="5387"/>
        <w:rPr>
          <w:rFonts w:ascii="Times New Roman" w:hAnsi="Times New Roman" w:cs="Times New Roman"/>
          <w:sz w:val="26"/>
          <w:szCs w:val="26"/>
        </w:rPr>
      </w:pPr>
    </w:p>
    <w:p w:rsidR="00320D31" w:rsidRPr="00FF50D0" w:rsidRDefault="00320D31" w:rsidP="00FF50D0">
      <w:pPr>
        <w:widowControl/>
        <w:autoSpaceDE/>
        <w:autoSpaceDN/>
        <w:adjustRightInd/>
        <w:ind w:left="5387" w:right="-31"/>
        <w:jc w:val="both"/>
        <w:rPr>
          <w:rFonts w:ascii="Times New Roman" w:hAnsi="Times New Roman" w:cs="Times New Roman"/>
          <w:spacing w:val="-6"/>
        </w:rPr>
      </w:pPr>
      <w:r w:rsidRPr="00FC58F5">
        <w:rPr>
          <w:rFonts w:ascii="Times New Roman" w:hAnsi="Times New Roman" w:cs="Times New Roman"/>
        </w:rPr>
        <w:t xml:space="preserve">к Порядку о проведении оценки регулирующего воздействия проектов нормативных правовых актов </w:t>
      </w:r>
      <w:r>
        <w:rPr>
          <w:rFonts w:ascii="Times New Roman" w:hAnsi="Times New Roman" w:cs="Times New Roman"/>
        </w:rPr>
        <w:t>Месединского</w:t>
      </w:r>
      <w:r w:rsidRPr="00914A6C">
        <w:rPr>
          <w:rFonts w:ascii="Times New Roman" w:hAnsi="Times New Roman" w:cs="Times New Roman"/>
        </w:rPr>
        <w:t xml:space="preserve"> сельского поселения</w:t>
      </w:r>
      <w:r>
        <w:rPr>
          <w:rFonts w:ascii="Times New Roman" w:hAnsi="Times New Roman" w:cs="Times New Roman"/>
        </w:rPr>
        <w:t xml:space="preserve">  </w:t>
      </w:r>
      <w:r w:rsidRPr="00FC58F5">
        <w:rPr>
          <w:rFonts w:ascii="Times New Roman" w:hAnsi="Times New Roman" w:cs="Times New Roman"/>
        </w:rPr>
        <w:t xml:space="preserve">и экспертизы нормативных правовых актов </w:t>
      </w:r>
      <w:r>
        <w:rPr>
          <w:rFonts w:ascii="Times New Roman" w:hAnsi="Times New Roman" w:cs="Times New Roman"/>
        </w:rPr>
        <w:t>Месединского</w:t>
      </w:r>
      <w:r w:rsidRPr="00914A6C">
        <w:rPr>
          <w:rFonts w:ascii="Times New Roman" w:hAnsi="Times New Roman" w:cs="Times New Roman"/>
        </w:rPr>
        <w:t xml:space="preserve"> сельского поселения</w:t>
      </w:r>
      <w:r>
        <w:rPr>
          <w:rFonts w:ascii="Times New Roman" w:hAnsi="Times New Roman" w:cs="Times New Roman"/>
        </w:rPr>
        <w:t xml:space="preserve">  </w:t>
      </w:r>
      <w:bookmarkStart w:id="0" w:name="_GoBack"/>
      <w:bookmarkEnd w:id="0"/>
    </w:p>
    <w:p w:rsidR="00320D31" w:rsidRDefault="00320D31" w:rsidP="00562FC7">
      <w:pPr>
        <w:pStyle w:val="Heading1"/>
        <w:ind w:left="5103"/>
        <w:rPr>
          <w:rFonts w:ascii="Times New Roman" w:hAnsi="Times New Roman" w:cs="Times New Roman"/>
          <w:sz w:val="26"/>
          <w:szCs w:val="26"/>
        </w:rPr>
      </w:pPr>
    </w:p>
    <w:p w:rsidR="00320D31" w:rsidRPr="00DA131A" w:rsidRDefault="00320D31" w:rsidP="00DA131A"/>
    <w:p w:rsidR="00320D31" w:rsidRPr="00FD2B66" w:rsidRDefault="00320D31" w:rsidP="00FD2B66">
      <w:pPr>
        <w:ind w:right="2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Опросный лист</w:t>
      </w:r>
    </w:p>
    <w:p w:rsidR="00320D31" w:rsidRPr="003A3805" w:rsidRDefault="00320D31" w:rsidP="003A3805">
      <w:pPr>
        <w:ind w:left="1065" w:right="23"/>
        <w:jc w:val="both"/>
        <w:rPr>
          <w:rFonts w:ascii="Times New Roman" w:hAnsi="Times New Roman" w:cs="Times New Roman"/>
        </w:rPr>
      </w:pPr>
    </w:p>
    <w:p w:rsidR="00320D31" w:rsidRPr="00D833B5" w:rsidRDefault="00320D31" w:rsidP="00D833B5">
      <w:pPr>
        <w:ind w:firstLine="709"/>
        <w:jc w:val="both"/>
        <w:rPr>
          <w:rFonts w:ascii="Times New Roman" w:hAnsi="Times New Roman" w:cs="Times New Roman"/>
        </w:rPr>
      </w:pPr>
      <w:r w:rsidRPr="00D833B5">
        <w:rPr>
          <w:rFonts w:ascii="Times New Roman" w:hAnsi="Times New Roman" w:cs="Times New Roman"/>
        </w:rPr>
        <w:t xml:space="preserve">Пожалуйста, заполните и направьте данную форму по электронной почте </w:t>
      </w:r>
      <w:r w:rsidRPr="00D833B5">
        <w:rPr>
          <w:rFonts w:ascii="Times New Roman" w:hAnsi="Times New Roman" w:cs="Times New Roman"/>
        </w:rPr>
        <w:br/>
        <w:t>на адрес _____________________________________ не позднее ___________________</w:t>
      </w:r>
    </w:p>
    <w:p w:rsidR="00320D31" w:rsidRPr="00D833B5" w:rsidRDefault="00320D31" w:rsidP="00D833B5">
      <w:pPr>
        <w:ind w:firstLine="709"/>
        <w:jc w:val="both"/>
        <w:rPr>
          <w:rFonts w:ascii="Times New Roman" w:hAnsi="Times New Roman" w:cs="Times New Roman"/>
        </w:rPr>
      </w:pPr>
    </w:p>
    <w:p w:rsidR="00320D31" w:rsidRPr="00D833B5" w:rsidRDefault="00320D31" w:rsidP="00D833B5">
      <w:pPr>
        <w:ind w:firstLine="709"/>
        <w:jc w:val="both"/>
        <w:rPr>
          <w:rFonts w:ascii="Times New Roman" w:hAnsi="Times New Roman" w:cs="Times New Roman"/>
        </w:rPr>
      </w:pPr>
      <w:r w:rsidRPr="00D833B5">
        <w:rPr>
          <w:rFonts w:ascii="Times New Roman" w:hAnsi="Times New Roman" w:cs="Times New Roman"/>
        </w:rPr>
        <w:t>Информация об участнике публичных консультаций:</w:t>
      </w:r>
    </w:p>
    <w:p w:rsidR="00320D31" w:rsidRPr="00D833B5" w:rsidRDefault="00320D31" w:rsidP="00D833B5">
      <w:pPr>
        <w:ind w:right="-1" w:firstLine="709"/>
        <w:jc w:val="both"/>
        <w:rPr>
          <w:rFonts w:ascii="Times New Roman" w:hAnsi="Times New Roman" w:cs="Times New Roman"/>
        </w:rPr>
      </w:pPr>
      <w:r w:rsidRPr="00D833B5">
        <w:rPr>
          <w:rFonts w:ascii="Times New Roman" w:hAnsi="Times New Roman" w:cs="Times New Roman"/>
        </w:rPr>
        <w:t>1) название организации  ______________________________________________</w:t>
      </w:r>
    </w:p>
    <w:p w:rsidR="00320D31" w:rsidRPr="00D833B5" w:rsidRDefault="00320D31" w:rsidP="00D833B5">
      <w:pPr>
        <w:ind w:right="23" w:firstLine="709"/>
        <w:jc w:val="both"/>
        <w:rPr>
          <w:rFonts w:ascii="Times New Roman" w:hAnsi="Times New Roman" w:cs="Times New Roman"/>
        </w:rPr>
      </w:pPr>
      <w:r w:rsidRPr="00D833B5">
        <w:rPr>
          <w:rFonts w:ascii="Times New Roman" w:hAnsi="Times New Roman" w:cs="Times New Roman"/>
        </w:rPr>
        <w:t>2) сфера деятельности организации _____________________________________</w:t>
      </w:r>
    </w:p>
    <w:p w:rsidR="00320D31" w:rsidRPr="00D833B5" w:rsidRDefault="00320D31" w:rsidP="00D833B5">
      <w:pPr>
        <w:ind w:right="23" w:firstLine="709"/>
        <w:jc w:val="both"/>
        <w:rPr>
          <w:rFonts w:ascii="Times New Roman" w:hAnsi="Times New Roman" w:cs="Times New Roman"/>
        </w:rPr>
      </w:pPr>
      <w:r w:rsidRPr="00D833B5">
        <w:rPr>
          <w:rFonts w:ascii="Times New Roman" w:hAnsi="Times New Roman" w:cs="Times New Roman"/>
        </w:rPr>
        <w:t>3) фамилия, имя, отчество контактного лица ______________________________</w:t>
      </w:r>
    </w:p>
    <w:p w:rsidR="00320D31" w:rsidRPr="00D833B5" w:rsidRDefault="00320D31" w:rsidP="00D833B5">
      <w:pPr>
        <w:ind w:right="23" w:firstLine="709"/>
        <w:jc w:val="both"/>
        <w:rPr>
          <w:rFonts w:ascii="Times New Roman" w:hAnsi="Times New Roman" w:cs="Times New Roman"/>
        </w:rPr>
      </w:pPr>
      <w:r w:rsidRPr="00D833B5">
        <w:rPr>
          <w:rFonts w:ascii="Times New Roman" w:hAnsi="Times New Roman" w:cs="Times New Roman"/>
        </w:rPr>
        <w:t>4) контактный телефон ________________________________________________</w:t>
      </w:r>
    </w:p>
    <w:p w:rsidR="00320D31" w:rsidRPr="00D833B5" w:rsidRDefault="00320D31" w:rsidP="00D833B5">
      <w:pPr>
        <w:ind w:right="23" w:firstLine="709"/>
        <w:jc w:val="both"/>
        <w:rPr>
          <w:rFonts w:ascii="Times New Roman" w:hAnsi="Times New Roman" w:cs="Times New Roman"/>
        </w:rPr>
      </w:pPr>
      <w:r w:rsidRPr="00D833B5">
        <w:rPr>
          <w:rFonts w:ascii="Times New Roman" w:hAnsi="Times New Roman" w:cs="Times New Roman"/>
        </w:rPr>
        <w:t>5) электронный адрес _________________________________________________</w:t>
      </w:r>
    </w:p>
    <w:p w:rsidR="00320D31" w:rsidRPr="00D833B5" w:rsidRDefault="00320D31" w:rsidP="00D833B5">
      <w:pPr>
        <w:ind w:right="22"/>
        <w:jc w:val="center"/>
        <w:rPr>
          <w:rFonts w:ascii="Times New Roman" w:hAnsi="Times New Roman" w:cs="Times New Roman"/>
        </w:rPr>
      </w:pPr>
    </w:p>
    <w:p w:rsidR="00320D31" w:rsidRDefault="00320D31" w:rsidP="00EC3F9C">
      <w:pPr>
        <w:spacing w:after="120"/>
        <w:ind w:right="23" w:firstLine="709"/>
        <w:rPr>
          <w:rFonts w:ascii="Times New Roman" w:hAnsi="Times New Roman" w:cs="Times New Roman"/>
        </w:rPr>
      </w:pPr>
      <w:r w:rsidRPr="00132386">
        <w:rPr>
          <w:rFonts w:ascii="Times New Roman" w:hAnsi="Times New Roman" w:cs="Times New Roman"/>
        </w:rPr>
        <w:t xml:space="preserve">Перечень вопросов в рамках проведения публичных консультаций по </w:t>
      </w:r>
    </w:p>
    <w:p w:rsidR="00320D31" w:rsidRDefault="00320D31" w:rsidP="003A3805">
      <w:pPr>
        <w:ind w:right="2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320D31" w:rsidRPr="002C7E67" w:rsidRDefault="00320D31" w:rsidP="003A3805">
      <w:pPr>
        <w:spacing w:after="120"/>
        <w:ind w:right="23"/>
        <w:jc w:val="center"/>
        <w:rPr>
          <w:rFonts w:ascii="Times New Roman" w:hAnsi="Times New Roman" w:cs="Times New Roman"/>
          <w:sz w:val="22"/>
          <w:szCs w:val="22"/>
        </w:rPr>
      </w:pPr>
      <w:r w:rsidRPr="002C7E67">
        <w:rPr>
          <w:rFonts w:ascii="Times New Roman" w:hAnsi="Times New Roman" w:cs="Times New Roman"/>
          <w:sz w:val="22"/>
          <w:szCs w:val="22"/>
        </w:rPr>
        <w:t>(наименование нормативного правового акта)</w:t>
      </w:r>
    </w:p>
    <w:p w:rsidR="00320D31" w:rsidRPr="00D833B5" w:rsidRDefault="00320D31" w:rsidP="00D833B5">
      <w:pPr>
        <w:ind w:right="22" w:firstLine="708"/>
        <w:jc w:val="both"/>
        <w:rPr>
          <w:rFonts w:ascii="Times New Roman" w:hAnsi="Times New Roman" w:cs="Times New Roman"/>
        </w:rPr>
      </w:pPr>
      <w:r w:rsidRPr="00D833B5">
        <w:rPr>
          <w:rFonts w:ascii="Times New Roman" w:hAnsi="Times New Roman" w:cs="Times New Roman"/>
        </w:rPr>
        <w:t xml:space="preserve">1. Какие группы участников прямо или косвенно затрагивает нормативный правовой акт, как изменилось количество участников групп после вступления в силу нормативного правового акта? Приведите данные (при наличии) о фактическом количестве участников групп и их динамике. </w:t>
      </w:r>
    </w:p>
    <w:p w:rsidR="00320D31" w:rsidRPr="00D833B5" w:rsidRDefault="00320D31" w:rsidP="00D833B5">
      <w:pPr>
        <w:ind w:right="22" w:firstLine="708"/>
        <w:jc w:val="both"/>
        <w:rPr>
          <w:rFonts w:ascii="Times New Roman" w:hAnsi="Times New Roman" w:cs="Times New Roman"/>
        </w:rPr>
      </w:pPr>
      <w:r w:rsidRPr="00D833B5">
        <w:rPr>
          <w:rFonts w:ascii="Times New Roman" w:hAnsi="Times New Roman" w:cs="Times New Roman"/>
        </w:rPr>
        <w:t xml:space="preserve">2. Ваши предложения о корректировке состава групп участников отношений с соответствующими обоснованиями. </w:t>
      </w:r>
    </w:p>
    <w:p w:rsidR="00320D31" w:rsidRPr="00D833B5" w:rsidRDefault="00320D31" w:rsidP="00D833B5">
      <w:pPr>
        <w:ind w:right="22" w:firstLine="708"/>
        <w:jc w:val="both"/>
        <w:rPr>
          <w:rFonts w:ascii="Times New Roman" w:hAnsi="Times New Roman" w:cs="Times New Roman"/>
        </w:rPr>
      </w:pPr>
      <w:r w:rsidRPr="00D833B5">
        <w:rPr>
          <w:rFonts w:ascii="Times New Roman" w:hAnsi="Times New Roman" w:cs="Times New Roman"/>
        </w:rPr>
        <w:t>3. Считаете ли Вы избыточными (недостаточными) права и обязанности органов исполнительной власти и органов местного самоуправления при установлении регулирования нормативным правовым актом?</w:t>
      </w:r>
    </w:p>
    <w:p w:rsidR="00320D31" w:rsidRPr="00D833B5" w:rsidRDefault="00320D31" w:rsidP="00D833B5">
      <w:pPr>
        <w:ind w:right="22" w:firstLine="708"/>
        <w:jc w:val="both"/>
        <w:rPr>
          <w:rFonts w:ascii="Times New Roman" w:hAnsi="Times New Roman" w:cs="Times New Roman"/>
        </w:rPr>
      </w:pPr>
      <w:r w:rsidRPr="00D833B5">
        <w:rPr>
          <w:rFonts w:ascii="Times New Roman" w:hAnsi="Times New Roman" w:cs="Times New Roman"/>
        </w:rPr>
        <w:t>4. Оцените (при возможности количественно) увеличение расходов субъектов предпринимательской и инвестиционной деятельности и (или) их доходов, связанных с действием нормативного правового акта.</w:t>
      </w:r>
    </w:p>
    <w:p w:rsidR="00320D31" w:rsidRPr="00D833B5" w:rsidRDefault="00320D31" w:rsidP="00D833B5">
      <w:pPr>
        <w:ind w:right="22" w:firstLine="708"/>
        <w:jc w:val="both"/>
        <w:rPr>
          <w:rFonts w:ascii="Times New Roman" w:hAnsi="Times New Roman" w:cs="Times New Roman"/>
        </w:rPr>
      </w:pPr>
      <w:r w:rsidRPr="00D833B5">
        <w:rPr>
          <w:rFonts w:ascii="Times New Roman" w:hAnsi="Times New Roman" w:cs="Times New Roman"/>
        </w:rPr>
        <w:t>5. Приведите данные о фактических положительных и (или) отрицательных последствиях, связанных с действием нормативного правового акта.</w:t>
      </w:r>
    </w:p>
    <w:p w:rsidR="00320D31" w:rsidRPr="00D833B5" w:rsidRDefault="00320D31" w:rsidP="00D833B5">
      <w:pPr>
        <w:ind w:right="22" w:firstLine="708"/>
        <w:jc w:val="both"/>
        <w:rPr>
          <w:rFonts w:ascii="Times New Roman" w:hAnsi="Times New Roman" w:cs="Times New Roman"/>
        </w:rPr>
      </w:pPr>
      <w:r w:rsidRPr="00D833B5">
        <w:rPr>
          <w:rFonts w:ascii="Times New Roman" w:hAnsi="Times New Roman" w:cs="Times New Roman"/>
        </w:rPr>
        <w:t>6. Считаете ли Вы обоснованным внедрение регулирования, установленного нормативным актом?</w:t>
      </w:r>
    </w:p>
    <w:p w:rsidR="00320D31" w:rsidRPr="00B461D5" w:rsidRDefault="00320D31" w:rsidP="007418A3">
      <w:pPr>
        <w:ind w:right="22" w:firstLine="708"/>
        <w:jc w:val="both"/>
        <w:rPr>
          <w:rFonts w:ascii="Times New Roman" w:hAnsi="Times New Roman" w:cs="Times New Roman"/>
          <w:spacing w:val="-6"/>
        </w:rPr>
      </w:pPr>
      <w:r w:rsidRPr="00D833B5">
        <w:rPr>
          <w:rFonts w:ascii="Times New Roman" w:hAnsi="Times New Roman" w:cs="Times New Roman"/>
        </w:rPr>
        <w:t>7. Ваши предложения о необходимости отмены или изменения нормативного правового акта или его отдельных положений, о внесении изменений в иные нормативные правовые акты, устанавливающие рассматриваемое регулирование.</w:t>
      </w:r>
    </w:p>
    <w:sectPr w:rsidR="00320D31" w:rsidRPr="00B461D5" w:rsidSect="00031889">
      <w:headerReference w:type="default" r:id="rId7"/>
      <w:pgSz w:w="11906" w:h="16838"/>
      <w:pgMar w:top="1134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0D31" w:rsidRDefault="00320D31" w:rsidP="00BB39BD">
      <w:r>
        <w:separator/>
      </w:r>
    </w:p>
  </w:endnote>
  <w:endnote w:type="continuationSeparator" w:id="1">
    <w:p w:rsidR="00320D31" w:rsidRDefault="00320D31" w:rsidP="00BB3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0D31" w:rsidRDefault="00320D31" w:rsidP="00BB39BD">
      <w:r>
        <w:separator/>
      </w:r>
    </w:p>
  </w:footnote>
  <w:footnote w:type="continuationSeparator" w:id="1">
    <w:p w:rsidR="00320D31" w:rsidRDefault="00320D31" w:rsidP="00BB3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0D31" w:rsidRDefault="00320D31">
    <w:pPr>
      <w:pStyle w:val="Header"/>
      <w:jc w:val="center"/>
    </w:pPr>
    <w:r w:rsidRPr="00FD2B66">
      <w:rPr>
        <w:rFonts w:ascii="Times New Roman" w:hAnsi="Times New Roman" w:cs="Times New Roman"/>
      </w:rPr>
      <w:fldChar w:fldCharType="begin"/>
    </w:r>
    <w:r w:rsidRPr="00FD2B66">
      <w:rPr>
        <w:rFonts w:ascii="Times New Roman" w:hAnsi="Times New Roman" w:cs="Times New Roman"/>
      </w:rPr>
      <w:instrText xml:space="preserve"> PAGE   \* MERGEFORMAT </w:instrText>
    </w:r>
    <w:r w:rsidRPr="00FD2B66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2</w:t>
    </w:r>
    <w:r w:rsidRPr="00FD2B66">
      <w:rPr>
        <w:rFonts w:ascii="Times New Roman" w:hAnsi="Times New Roman" w:cs="Times New Roman"/>
      </w:rPr>
      <w:fldChar w:fldCharType="end"/>
    </w:r>
  </w:p>
  <w:p w:rsidR="00320D31" w:rsidRDefault="00320D3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9640E5"/>
    <w:multiLevelType w:val="hybridMultilevel"/>
    <w:tmpl w:val="F56CF720"/>
    <w:lvl w:ilvl="0" w:tplc="AEA2250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3BB41764"/>
    <w:multiLevelType w:val="multilevel"/>
    <w:tmpl w:val="677C56CE"/>
    <w:lvl w:ilvl="0">
      <w:start w:val="1"/>
      <w:numFmt w:val="decimal"/>
      <w:lvlText w:val="%1."/>
      <w:lvlJc w:val="left"/>
      <w:pPr>
        <w:ind w:left="393" w:hanging="36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75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5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3" w:hanging="2160"/>
      </w:pPr>
      <w:rPr>
        <w:rFonts w:hint="default"/>
      </w:rPr>
    </w:lvl>
  </w:abstractNum>
  <w:abstractNum w:abstractNumId="3">
    <w:nsid w:val="400D6DFE"/>
    <w:multiLevelType w:val="multilevel"/>
    <w:tmpl w:val="D3C8256A"/>
    <w:lvl w:ilvl="0">
      <w:start w:val="6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3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FC7"/>
    <w:rsid w:val="000309F8"/>
    <w:rsid w:val="00031889"/>
    <w:rsid w:val="00082BC2"/>
    <w:rsid w:val="000D193D"/>
    <w:rsid w:val="000F2B36"/>
    <w:rsid w:val="000F3E52"/>
    <w:rsid w:val="0012046F"/>
    <w:rsid w:val="00132386"/>
    <w:rsid w:val="00167A5C"/>
    <w:rsid w:val="001A2B1D"/>
    <w:rsid w:val="002C0B52"/>
    <w:rsid w:val="002C7E67"/>
    <w:rsid w:val="002E60DE"/>
    <w:rsid w:val="002F0E08"/>
    <w:rsid w:val="00320D31"/>
    <w:rsid w:val="003629C0"/>
    <w:rsid w:val="0037318E"/>
    <w:rsid w:val="003A1C36"/>
    <w:rsid w:val="003A3805"/>
    <w:rsid w:val="003C5FA9"/>
    <w:rsid w:val="003D56BC"/>
    <w:rsid w:val="00425685"/>
    <w:rsid w:val="00432C55"/>
    <w:rsid w:val="004609BF"/>
    <w:rsid w:val="004E779F"/>
    <w:rsid w:val="0052663B"/>
    <w:rsid w:val="00530053"/>
    <w:rsid w:val="0055096E"/>
    <w:rsid w:val="00562FC7"/>
    <w:rsid w:val="005967BA"/>
    <w:rsid w:val="005D442D"/>
    <w:rsid w:val="00634A49"/>
    <w:rsid w:val="00686F17"/>
    <w:rsid w:val="006D73C8"/>
    <w:rsid w:val="006E53F4"/>
    <w:rsid w:val="006E686A"/>
    <w:rsid w:val="007010FD"/>
    <w:rsid w:val="007418A3"/>
    <w:rsid w:val="00755227"/>
    <w:rsid w:val="007D378F"/>
    <w:rsid w:val="00914A6C"/>
    <w:rsid w:val="00914FB0"/>
    <w:rsid w:val="0092175E"/>
    <w:rsid w:val="009445B7"/>
    <w:rsid w:val="00966739"/>
    <w:rsid w:val="009D6167"/>
    <w:rsid w:val="009D7357"/>
    <w:rsid w:val="009F03AF"/>
    <w:rsid w:val="00A03E7A"/>
    <w:rsid w:val="00A34924"/>
    <w:rsid w:val="00A91634"/>
    <w:rsid w:val="00AA0F19"/>
    <w:rsid w:val="00AB7A5C"/>
    <w:rsid w:val="00AC7905"/>
    <w:rsid w:val="00B144E4"/>
    <w:rsid w:val="00B330B7"/>
    <w:rsid w:val="00B461D5"/>
    <w:rsid w:val="00B61E3F"/>
    <w:rsid w:val="00BB326D"/>
    <w:rsid w:val="00BB39BD"/>
    <w:rsid w:val="00C04716"/>
    <w:rsid w:val="00C21163"/>
    <w:rsid w:val="00C513B2"/>
    <w:rsid w:val="00CE04F9"/>
    <w:rsid w:val="00CF3CE0"/>
    <w:rsid w:val="00D52355"/>
    <w:rsid w:val="00D833B5"/>
    <w:rsid w:val="00DA131A"/>
    <w:rsid w:val="00DD2486"/>
    <w:rsid w:val="00DF2662"/>
    <w:rsid w:val="00E32C4C"/>
    <w:rsid w:val="00E523A3"/>
    <w:rsid w:val="00E65671"/>
    <w:rsid w:val="00EB32B9"/>
    <w:rsid w:val="00EC3F9C"/>
    <w:rsid w:val="00ED1516"/>
    <w:rsid w:val="00EF249C"/>
    <w:rsid w:val="00F11D16"/>
    <w:rsid w:val="00F467AD"/>
    <w:rsid w:val="00FA63C5"/>
    <w:rsid w:val="00FC58F5"/>
    <w:rsid w:val="00FD2B66"/>
    <w:rsid w:val="00FF50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FC7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62FC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562FC7"/>
    <w:rPr>
      <w:color w:val="auto"/>
    </w:rPr>
  </w:style>
  <w:style w:type="paragraph" w:styleId="BodyText">
    <w:name w:val="Body Text"/>
    <w:basedOn w:val="Normal"/>
    <w:link w:val="BodyTextChar"/>
    <w:uiPriority w:val="99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62FC7"/>
    <w:rPr>
      <w:rFonts w:ascii="Calibri" w:hAnsi="Calibri" w:cs="Calibri"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BB39B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B39BD"/>
    <w:rPr>
      <w:rFonts w:ascii="Arial" w:eastAsia="Times New Roman" w:hAnsi="Arial" w:cs="Arial"/>
      <w:sz w:val="26"/>
      <w:szCs w:val="26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BB39B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B39BD"/>
    <w:rPr>
      <w:rFonts w:ascii="Arial" w:eastAsia="Times New Roman" w:hAnsi="Arial" w:cs="Arial"/>
      <w:sz w:val="26"/>
      <w:szCs w:val="2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FD2B6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D2B6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3A380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ListParagraph">
    <w:name w:val="List Paragraph"/>
    <w:basedOn w:val="Normal"/>
    <w:uiPriority w:val="99"/>
    <w:qFormat/>
    <w:rsid w:val="006D73C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910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99</TotalTime>
  <Pages>1</Pages>
  <Words>324</Words>
  <Characters>1847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kuznecovama</dc:creator>
  <cp:keywords/>
  <dc:description/>
  <cp:lastModifiedBy>SamLab.ws</cp:lastModifiedBy>
  <cp:revision>40</cp:revision>
  <cp:lastPrinted>2017-01-17T09:10:00Z</cp:lastPrinted>
  <dcterms:created xsi:type="dcterms:W3CDTF">2014-07-02T10:12:00Z</dcterms:created>
  <dcterms:modified xsi:type="dcterms:W3CDTF">2022-03-24T04:34:00Z</dcterms:modified>
</cp:coreProperties>
</file>